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151FED16" w14:textId="77777777" w:rsidTr="00F862D6">
        <w:tc>
          <w:tcPr>
            <w:tcW w:w="1020" w:type="dxa"/>
          </w:tcPr>
          <w:p w14:paraId="55265105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24E8BCCA" wp14:editId="065F7341">
                      <wp:simplePos x="0" y="0"/>
                      <wp:positionH relativeFrom="page">
                        <wp:posOffset>2796540</wp:posOffset>
                      </wp:positionH>
                      <wp:positionV relativeFrom="page">
                        <wp:posOffset>97155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E35F089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E8BCC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20.2pt;margin-top:7.6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B9EWFZ3QAAAAoB&#10;AAAPAAAAAAAAAAAAAAAAAJsEAABkcnMvZG93bnJldi54bWxQSwUGAAAAAAQABADzAAAApQUAAAAA&#10;" o:allowincell="f" fillcolor="white [3212]" stroked="f" strokeweight=".5pt">
                      <v:textbox>
                        <w:txbxContent>
                          <w:p w14:paraId="7E35F089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9FF06BB" w14:textId="77777777" w:rsidR="00F64786" w:rsidRDefault="00F64786" w:rsidP="0077673A"/>
        </w:tc>
        <w:tc>
          <w:tcPr>
            <w:tcW w:w="823" w:type="dxa"/>
          </w:tcPr>
          <w:p w14:paraId="07B20C94" w14:textId="77777777" w:rsidR="00F64786" w:rsidRDefault="00F64786" w:rsidP="0077673A"/>
        </w:tc>
        <w:tc>
          <w:tcPr>
            <w:tcW w:w="3685" w:type="dxa"/>
          </w:tcPr>
          <w:p w14:paraId="549938AB" w14:textId="77777777" w:rsidR="00F64786" w:rsidRDefault="00F64786" w:rsidP="0077673A"/>
        </w:tc>
      </w:tr>
      <w:tr w:rsidR="00F862D6" w14:paraId="3EAC212F" w14:textId="77777777" w:rsidTr="00596C7E">
        <w:tc>
          <w:tcPr>
            <w:tcW w:w="1020" w:type="dxa"/>
          </w:tcPr>
          <w:p w14:paraId="04D72D3A" w14:textId="77777777" w:rsidR="00F862D6" w:rsidRDefault="00F862D6" w:rsidP="0077673A"/>
        </w:tc>
        <w:tc>
          <w:tcPr>
            <w:tcW w:w="2552" w:type="dxa"/>
          </w:tcPr>
          <w:p w14:paraId="4DEEC171" w14:textId="77777777" w:rsidR="00F862D6" w:rsidRDefault="00F862D6" w:rsidP="00764595"/>
        </w:tc>
        <w:tc>
          <w:tcPr>
            <w:tcW w:w="823" w:type="dxa"/>
          </w:tcPr>
          <w:p w14:paraId="5B7FEECE" w14:textId="77777777" w:rsidR="00F862D6" w:rsidRDefault="00F862D6" w:rsidP="0077673A"/>
        </w:tc>
        <w:tc>
          <w:tcPr>
            <w:tcW w:w="3685" w:type="dxa"/>
            <w:vMerge w:val="restart"/>
          </w:tcPr>
          <w:p w14:paraId="55F93E1C" w14:textId="77777777" w:rsidR="00596C7E" w:rsidRDefault="00596C7E" w:rsidP="00596C7E">
            <w:pPr>
              <w:rPr>
                <w:rStyle w:val="Potovnadresa"/>
              </w:rPr>
            </w:pPr>
          </w:p>
          <w:p w14:paraId="55D099E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EC3646" w14:paraId="2D2BF4A6" w14:textId="77777777" w:rsidTr="00F862D6">
        <w:tc>
          <w:tcPr>
            <w:tcW w:w="1020" w:type="dxa"/>
          </w:tcPr>
          <w:p w14:paraId="6C81D6BF" w14:textId="13016941" w:rsidR="00EC3646" w:rsidRPr="003E6B9A" w:rsidRDefault="00EC3646" w:rsidP="00EC3646">
            <w:r w:rsidRPr="00381A51">
              <w:t>Naše zn.</w:t>
            </w:r>
          </w:p>
        </w:tc>
        <w:tc>
          <w:tcPr>
            <w:tcW w:w="2552" w:type="dxa"/>
          </w:tcPr>
          <w:p w14:paraId="4C1852F3" w14:textId="134BE5A0" w:rsidR="00EC3646" w:rsidRPr="003E6B9A" w:rsidRDefault="00BF6882" w:rsidP="00EC3646">
            <w:r>
              <w:t>7742</w:t>
            </w:r>
            <w:r w:rsidR="00EC3646" w:rsidRPr="00381A51">
              <w:t>/2021-SŽ-SSV-Ú3</w:t>
            </w:r>
          </w:p>
        </w:tc>
        <w:tc>
          <w:tcPr>
            <w:tcW w:w="823" w:type="dxa"/>
          </w:tcPr>
          <w:p w14:paraId="5C330DF7" w14:textId="77777777" w:rsidR="00EC3646" w:rsidRDefault="00EC3646" w:rsidP="00EC3646"/>
        </w:tc>
        <w:tc>
          <w:tcPr>
            <w:tcW w:w="3685" w:type="dxa"/>
            <w:vMerge/>
          </w:tcPr>
          <w:p w14:paraId="2DABA6D5" w14:textId="77777777" w:rsidR="00EC3646" w:rsidRDefault="00EC3646" w:rsidP="00EC3646"/>
        </w:tc>
      </w:tr>
      <w:tr w:rsidR="00EC3646" w14:paraId="725C3E05" w14:textId="77777777" w:rsidTr="00F862D6">
        <w:tc>
          <w:tcPr>
            <w:tcW w:w="1020" w:type="dxa"/>
          </w:tcPr>
          <w:p w14:paraId="0A5551C9" w14:textId="01204C28" w:rsidR="00EC3646" w:rsidRDefault="00EC3646" w:rsidP="00EC3646">
            <w:r w:rsidRPr="00381A51">
              <w:t>Listů/příloh</w:t>
            </w:r>
          </w:p>
        </w:tc>
        <w:tc>
          <w:tcPr>
            <w:tcW w:w="2552" w:type="dxa"/>
          </w:tcPr>
          <w:p w14:paraId="062F3875" w14:textId="2D87E5B5" w:rsidR="00EC3646" w:rsidRPr="003E6B9A" w:rsidRDefault="00024C6B" w:rsidP="00EC3646">
            <w:r>
              <w:t>1/1</w:t>
            </w:r>
          </w:p>
        </w:tc>
        <w:tc>
          <w:tcPr>
            <w:tcW w:w="823" w:type="dxa"/>
          </w:tcPr>
          <w:p w14:paraId="5C9588F7" w14:textId="77777777" w:rsidR="00EC3646" w:rsidRDefault="00EC3646" w:rsidP="00EC3646"/>
        </w:tc>
        <w:tc>
          <w:tcPr>
            <w:tcW w:w="3685" w:type="dxa"/>
            <w:vMerge/>
          </w:tcPr>
          <w:p w14:paraId="6FB448DD" w14:textId="77777777" w:rsidR="00EC3646" w:rsidRDefault="00EC3646" w:rsidP="00EC3646">
            <w:pPr>
              <w:rPr>
                <w:noProof/>
              </w:rPr>
            </w:pPr>
          </w:p>
        </w:tc>
      </w:tr>
      <w:tr w:rsidR="00EC3646" w14:paraId="41ED793E" w14:textId="77777777" w:rsidTr="00B23CA3">
        <w:trPr>
          <w:trHeight w:val="77"/>
        </w:trPr>
        <w:tc>
          <w:tcPr>
            <w:tcW w:w="1020" w:type="dxa"/>
          </w:tcPr>
          <w:p w14:paraId="57C429D8" w14:textId="77777777" w:rsidR="00EC3646" w:rsidRDefault="00EC3646" w:rsidP="00EC3646"/>
        </w:tc>
        <w:tc>
          <w:tcPr>
            <w:tcW w:w="2552" w:type="dxa"/>
          </w:tcPr>
          <w:p w14:paraId="1B863031" w14:textId="77777777" w:rsidR="00EC3646" w:rsidRPr="003E6B9A" w:rsidRDefault="00EC3646" w:rsidP="00EC3646"/>
        </w:tc>
        <w:tc>
          <w:tcPr>
            <w:tcW w:w="823" w:type="dxa"/>
          </w:tcPr>
          <w:p w14:paraId="05F390C9" w14:textId="77777777" w:rsidR="00EC3646" w:rsidRDefault="00EC3646" w:rsidP="00EC3646"/>
        </w:tc>
        <w:tc>
          <w:tcPr>
            <w:tcW w:w="3685" w:type="dxa"/>
            <w:vMerge/>
          </w:tcPr>
          <w:p w14:paraId="6C061F59" w14:textId="77777777" w:rsidR="00EC3646" w:rsidRDefault="00EC3646" w:rsidP="00EC3646"/>
        </w:tc>
      </w:tr>
      <w:tr w:rsidR="00EC3646" w14:paraId="2307102A" w14:textId="77777777" w:rsidTr="00F862D6">
        <w:tc>
          <w:tcPr>
            <w:tcW w:w="1020" w:type="dxa"/>
          </w:tcPr>
          <w:p w14:paraId="4E51062E" w14:textId="36C36ED0" w:rsidR="00EC3646" w:rsidRDefault="00EC3646" w:rsidP="00EC3646">
            <w:r w:rsidRPr="00381A51">
              <w:t>Vyřizuje</w:t>
            </w:r>
          </w:p>
        </w:tc>
        <w:tc>
          <w:tcPr>
            <w:tcW w:w="2552" w:type="dxa"/>
          </w:tcPr>
          <w:p w14:paraId="1566F791" w14:textId="027EE800" w:rsidR="00EC3646" w:rsidRPr="003E6B9A" w:rsidRDefault="00EC3646" w:rsidP="00EC3646">
            <w:r w:rsidRPr="00381A51">
              <w:t>JUDr. Jaroslav Klimeš</w:t>
            </w:r>
          </w:p>
        </w:tc>
        <w:tc>
          <w:tcPr>
            <w:tcW w:w="823" w:type="dxa"/>
          </w:tcPr>
          <w:p w14:paraId="2A343BE3" w14:textId="77777777" w:rsidR="00EC3646" w:rsidRDefault="00EC3646" w:rsidP="00EC3646"/>
        </w:tc>
        <w:tc>
          <w:tcPr>
            <w:tcW w:w="3685" w:type="dxa"/>
            <w:vMerge/>
          </w:tcPr>
          <w:p w14:paraId="30EA2E82" w14:textId="77777777" w:rsidR="00EC3646" w:rsidRDefault="00EC3646" w:rsidP="00EC3646"/>
        </w:tc>
      </w:tr>
      <w:tr w:rsidR="00EC3646" w14:paraId="08B97562" w14:textId="77777777" w:rsidTr="00F862D6">
        <w:tc>
          <w:tcPr>
            <w:tcW w:w="1020" w:type="dxa"/>
          </w:tcPr>
          <w:p w14:paraId="6103D40D" w14:textId="77777777" w:rsidR="00EC3646" w:rsidRDefault="00EC3646" w:rsidP="00EC3646"/>
        </w:tc>
        <w:tc>
          <w:tcPr>
            <w:tcW w:w="2552" w:type="dxa"/>
          </w:tcPr>
          <w:p w14:paraId="6AEAEAC9" w14:textId="77777777" w:rsidR="00EC3646" w:rsidRPr="003E6B9A" w:rsidRDefault="00EC3646" w:rsidP="00EC3646"/>
        </w:tc>
        <w:tc>
          <w:tcPr>
            <w:tcW w:w="823" w:type="dxa"/>
          </w:tcPr>
          <w:p w14:paraId="513E08B8" w14:textId="77777777" w:rsidR="00EC3646" w:rsidRDefault="00EC3646" w:rsidP="00EC3646"/>
        </w:tc>
        <w:tc>
          <w:tcPr>
            <w:tcW w:w="3685" w:type="dxa"/>
            <w:vMerge/>
          </w:tcPr>
          <w:p w14:paraId="53E163AB" w14:textId="77777777" w:rsidR="00EC3646" w:rsidRDefault="00EC3646" w:rsidP="00EC3646"/>
        </w:tc>
      </w:tr>
      <w:tr w:rsidR="00EC3646" w14:paraId="0CC39C3B" w14:textId="77777777" w:rsidTr="00F862D6">
        <w:tc>
          <w:tcPr>
            <w:tcW w:w="1020" w:type="dxa"/>
          </w:tcPr>
          <w:p w14:paraId="4DD8F769" w14:textId="0EBEDA12" w:rsidR="00EC3646" w:rsidRDefault="00EC3646" w:rsidP="00EC3646">
            <w:r w:rsidRPr="00381A51">
              <w:t>Mobil</w:t>
            </w:r>
          </w:p>
        </w:tc>
        <w:tc>
          <w:tcPr>
            <w:tcW w:w="2552" w:type="dxa"/>
          </w:tcPr>
          <w:p w14:paraId="17984393" w14:textId="4AC08F19" w:rsidR="00EC3646" w:rsidRPr="003E6B9A" w:rsidRDefault="00EC3646" w:rsidP="00EC3646">
            <w:r w:rsidRPr="00381A51">
              <w:t>+420 722 819 305</w:t>
            </w:r>
          </w:p>
        </w:tc>
        <w:tc>
          <w:tcPr>
            <w:tcW w:w="823" w:type="dxa"/>
          </w:tcPr>
          <w:p w14:paraId="47651C5E" w14:textId="77777777" w:rsidR="00EC3646" w:rsidRDefault="00EC3646" w:rsidP="00EC3646"/>
        </w:tc>
        <w:tc>
          <w:tcPr>
            <w:tcW w:w="3685" w:type="dxa"/>
            <w:vMerge/>
          </w:tcPr>
          <w:p w14:paraId="0CFE244F" w14:textId="77777777" w:rsidR="00EC3646" w:rsidRDefault="00EC3646" w:rsidP="00EC3646"/>
        </w:tc>
      </w:tr>
      <w:tr w:rsidR="00EC3646" w14:paraId="6BD764D6" w14:textId="77777777" w:rsidTr="00F862D6">
        <w:tc>
          <w:tcPr>
            <w:tcW w:w="1020" w:type="dxa"/>
          </w:tcPr>
          <w:p w14:paraId="474D3962" w14:textId="7387A306" w:rsidR="00EC3646" w:rsidRDefault="00EC3646" w:rsidP="00EC3646">
            <w:r w:rsidRPr="00381A51">
              <w:t>E-mail</w:t>
            </w:r>
          </w:p>
        </w:tc>
        <w:tc>
          <w:tcPr>
            <w:tcW w:w="2552" w:type="dxa"/>
          </w:tcPr>
          <w:p w14:paraId="789F360C" w14:textId="35860B8D" w:rsidR="00EC3646" w:rsidRPr="003E6B9A" w:rsidRDefault="00EC3646" w:rsidP="00EC3646">
            <w:r w:rsidRPr="00381A51">
              <w:t>Klimesja@spravazeleznic.cz</w:t>
            </w:r>
          </w:p>
        </w:tc>
        <w:tc>
          <w:tcPr>
            <w:tcW w:w="823" w:type="dxa"/>
          </w:tcPr>
          <w:p w14:paraId="0EE95536" w14:textId="77777777" w:rsidR="00EC3646" w:rsidRDefault="00EC3646" w:rsidP="00EC3646"/>
        </w:tc>
        <w:tc>
          <w:tcPr>
            <w:tcW w:w="3685" w:type="dxa"/>
            <w:vMerge/>
          </w:tcPr>
          <w:p w14:paraId="2876ACFE" w14:textId="77777777" w:rsidR="00EC3646" w:rsidRDefault="00EC3646" w:rsidP="00EC3646"/>
        </w:tc>
      </w:tr>
      <w:tr w:rsidR="00EC3646" w14:paraId="5BFAA8A5" w14:textId="77777777" w:rsidTr="00F862D6">
        <w:tc>
          <w:tcPr>
            <w:tcW w:w="1020" w:type="dxa"/>
          </w:tcPr>
          <w:p w14:paraId="41445A68" w14:textId="77777777" w:rsidR="00EC3646" w:rsidRDefault="00EC3646" w:rsidP="00EC3646"/>
        </w:tc>
        <w:tc>
          <w:tcPr>
            <w:tcW w:w="2552" w:type="dxa"/>
          </w:tcPr>
          <w:p w14:paraId="764D1A93" w14:textId="77777777" w:rsidR="00EC3646" w:rsidRPr="003E6B9A" w:rsidRDefault="00EC3646" w:rsidP="00EC3646"/>
        </w:tc>
        <w:tc>
          <w:tcPr>
            <w:tcW w:w="823" w:type="dxa"/>
          </w:tcPr>
          <w:p w14:paraId="07016E98" w14:textId="77777777" w:rsidR="00EC3646" w:rsidRDefault="00EC3646" w:rsidP="00EC3646"/>
        </w:tc>
        <w:tc>
          <w:tcPr>
            <w:tcW w:w="3685" w:type="dxa"/>
          </w:tcPr>
          <w:p w14:paraId="5CFC73FD" w14:textId="77777777" w:rsidR="00EC3646" w:rsidRDefault="00EC3646" w:rsidP="00EC3646"/>
        </w:tc>
      </w:tr>
      <w:tr w:rsidR="00EC3646" w14:paraId="6815B06C" w14:textId="77777777" w:rsidTr="00F862D6">
        <w:tc>
          <w:tcPr>
            <w:tcW w:w="1020" w:type="dxa"/>
          </w:tcPr>
          <w:p w14:paraId="3A24A5D2" w14:textId="307D66B7" w:rsidR="00EC3646" w:rsidRDefault="00EC3646" w:rsidP="00EC3646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2AFA4800" w14:textId="7E612108" w:rsidR="00EC3646" w:rsidRPr="003E6B9A" w:rsidRDefault="00EC3646" w:rsidP="00EC3646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BF6882">
              <w:rPr>
                <w:noProof/>
              </w:rPr>
              <w:t>14. května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5EA8F241" w14:textId="77777777" w:rsidR="00EC3646" w:rsidRDefault="00EC3646" w:rsidP="00EC3646"/>
        </w:tc>
        <w:tc>
          <w:tcPr>
            <w:tcW w:w="3685" w:type="dxa"/>
          </w:tcPr>
          <w:p w14:paraId="126281AE" w14:textId="77777777" w:rsidR="00EC3646" w:rsidRDefault="00EC3646" w:rsidP="00EC3646"/>
        </w:tc>
      </w:tr>
      <w:tr w:rsidR="00F64786" w14:paraId="23222D0A" w14:textId="77777777" w:rsidTr="00F862D6">
        <w:tc>
          <w:tcPr>
            <w:tcW w:w="1020" w:type="dxa"/>
          </w:tcPr>
          <w:p w14:paraId="231E12A0" w14:textId="77777777" w:rsidR="00F64786" w:rsidRDefault="00F64786" w:rsidP="0077673A"/>
        </w:tc>
        <w:tc>
          <w:tcPr>
            <w:tcW w:w="2552" w:type="dxa"/>
          </w:tcPr>
          <w:p w14:paraId="53BD537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1383083" w14:textId="77777777" w:rsidR="00F64786" w:rsidRDefault="00F64786" w:rsidP="0077673A"/>
        </w:tc>
        <w:tc>
          <w:tcPr>
            <w:tcW w:w="3685" w:type="dxa"/>
          </w:tcPr>
          <w:p w14:paraId="03A9C61E" w14:textId="77777777" w:rsidR="00F64786" w:rsidRDefault="00F64786" w:rsidP="0077673A"/>
        </w:tc>
      </w:tr>
      <w:tr w:rsidR="00F862D6" w14:paraId="7D0C4CB7" w14:textId="77777777" w:rsidTr="00B45E9E">
        <w:trPr>
          <w:trHeight w:val="794"/>
        </w:trPr>
        <w:tc>
          <w:tcPr>
            <w:tcW w:w="1020" w:type="dxa"/>
          </w:tcPr>
          <w:p w14:paraId="71269EB0" w14:textId="77777777" w:rsidR="00F862D6" w:rsidRDefault="00F862D6" w:rsidP="0077673A"/>
        </w:tc>
        <w:tc>
          <w:tcPr>
            <w:tcW w:w="2552" w:type="dxa"/>
          </w:tcPr>
          <w:p w14:paraId="71A2BFC5" w14:textId="77777777" w:rsidR="00F862D6" w:rsidRDefault="00F862D6" w:rsidP="00F310F8">
            <w:bookmarkStart w:id="1" w:name="_GoBack"/>
            <w:bookmarkEnd w:id="1"/>
          </w:p>
        </w:tc>
        <w:tc>
          <w:tcPr>
            <w:tcW w:w="823" w:type="dxa"/>
          </w:tcPr>
          <w:p w14:paraId="0BA3CFE5" w14:textId="77777777" w:rsidR="00F862D6" w:rsidRDefault="00F862D6" w:rsidP="0077673A"/>
        </w:tc>
        <w:tc>
          <w:tcPr>
            <w:tcW w:w="3685" w:type="dxa"/>
          </w:tcPr>
          <w:p w14:paraId="266B4A40" w14:textId="77777777" w:rsidR="00F862D6" w:rsidRDefault="00F862D6" w:rsidP="0077673A"/>
        </w:tc>
      </w:tr>
    </w:tbl>
    <w:p w14:paraId="5BE81605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97E46" w:rsidRPr="00D97E46">
        <w:rPr>
          <w:rFonts w:eastAsia="Calibri" w:cs="Times New Roman"/>
          <w:b/>
          <w:lang w:eastAsia="cs-CZ"/>
        </w:rPr>
        <w:t>Rekonstrukce mostů v km 8,202 a v km 10,210 trati Vamberk - Rokytnice</w:t>
      </w:r>
    </w:p>
    <w:p w14:paraId="71A19C4C" w14:textId="793304B6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97E46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641F77">
        <w:rPr>
          <w:rFonts w:eastAsia="Times New Roman" w:cs="Times New Roman"/>
          <w:lang w:eastAsia="cs-CZ"/>
        </w:rPr>
        <w:t>4</w:t>
      </w:r>
    </w:p>
    <w:p w14:paraId="5FF611AF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9E5614" w14:textId="77777777" w:rsidR="00142EDC" w:rsidRDefault="00142EDC" w:rsidP="0002356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8860532" w14:textId="674BECD8" w:rsidR="006B7BF7" w:rsidRPr="006B7BF7" w:rsidRDefault="00641F77" w:rsidP="00641F77">
      <w:pPr>
        <w:spacing w:after="0" w:line="240" w:lineRule="auto"/>
        <w:rPr>
          <w:rFonts w:eastAsia="Calibri" w:cs="Times New Roman"/>
          <w:b/>
          <w:lang w:eastAsia="cs-CZ"/>
        </w:rPr>
      </w:pPr>
      <w:r w:rsidRPr="00641F77">
        <w:rPr>
          <w:rFonts w:eastAsia="Calibri" w:cs="Times New Roman"/>
          <w:b/>
          <w:lang w:eastAsia="cs-CZ"/>
        </w:rPr>
        <w:t>Zadavatel tímto podává vysvětlení/ změnu/ doplnění zadávací dokumentace k výše uvedené veřejné zakázce bez předchozí žádosti.</w:t>
      </w:r>
      <w:r w:rsidR="006B7BF7" w:rsidRPr="007C50D7">
        <w:rPr>
          <w:rFonts w:cs="Tahoma"/>
          <w:color w:val="000000"/>
        </w:rPr>
        <w:br/>
      </w:r>
    </w:p>
    <w:p w14:paraId="59D46559" w14:textId="01EEC62D" w:rsidR="00641F77" w:rsidRPr="00641F77" w:rsidRDefault="006B7BF7" w:rsidP="00641F77">
      <w:pPr>
        <w:spacing w:after="0" w:line="240" w:lineRule="auto"/>
        <w:rPr>
          <w:rFonts w:eastAsia="Calibri" w:cs="Times New Roman"/>
          <w:bCs/>
          <w:lang w:eastAsia="cs-CZ"/>
        </w:rPr>
      </w:pPr>
      <w:r w:rsidRPr="00641F77">
        <w:rPr>
          <w:rFonts w:eastAsia="Calibri" w:cs="Times New Roman"/>
          <w:lang w:eastAsia="cs-CZ"/>
        </w:rPr>
        <w:t xml:space="preserve">Zadavatel poskytuje uchazečům kompletní výkaz výměr stavby se zapracovanými změnami na základě předchozích dotazů, tzn., upravené </w:t>
      </w:r>
      <w:r w:rsidR="00641F77" w:rsidRPr="00641F77">
        <w:rPr>
          <w:rFonts w:eastAsia="Calibri" w:cs="Times New Roman"/>
          <w:lang w:eastAsia="cs-CZ"/>
        </w:rPr>
        <w:t xml:space="preserve">SO 02 a SO 06 a vypuštěný SO 05, kde byly oproti verzi z vysvětlení/ změna/ doplnění zadávací dokumentace č. </w:t>
      </w:r>
      <w:r w:rsidR="00641F77" w:rsidRPr="00641F77">
        <w:rPr>
          <w:rFonts w:eastAsia="Times New Roman" w:cs="Times New Roman"/>
          <w:lang w:eastAsia="cs-CZ"/>
        </w:rPr>
        <w:t>3 opraveny vzorce.</w:t>
      </w:r>
    </w:p>
    <w:p w14:paraId="0CF49056" w14:textId="25F8D59A" w:rsidR="00023569" w:rsidRPr="006B7BF7" w:rsidRDefault="00023569" w:rsidP="006B7BF7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4A34448" w14:textId="0B9A5A43" w:rsidR="00445C5F" w:rsidRPr="00A717AC" w:rsidRDefault="00445C5F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88C86DD" w14:textId="33CC1357" w:rsidR="00142EDC" w:rsidRDefault="006B7BF7" w:rsidP="00A717A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>Povaha shora uvedených vysvětlení/ změn/ doplnění zadávací dokumentace nevyžaduje prodloužení lhůty pro podání nabídek.</w:t>
      </w:r>
    </w:p>
    <w:p w14:paraId="349C8A3E" w14:textId="79EB020A" w:rsidR="00A717AC" w:rsidRPr="00A717AC" w:rsidRDefault="00A717AC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C68078E" w14:textId="77777777" w:rsidR="00A717AC" w:rsidRPr="00A717AC" w:rsidRDefault="00A717AC" w:rsidP="00A717A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717AC">
        <w:rPr>
          <w:rFonts w:eastAsia="Calibri" w:cs="Times New Roman"/>
          <w:lang w:eastAsia="cs-CZ"/>
        </w:rPr>
        <w:t>Vysvětlení/ změnu/ doplnění zadávací dokumentace</w:t>
      </w:r>
      <w:r w:rsidRPr="00A717AC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A717AC">
          <w:rPr>
            <w:rFonts w:eastAsia="Times New Roman" w:cs="Times New Roman"/>
            <w:u w:val="single"/>
            <w:lang w:eastAsia="cs-CZ"/>
          </w:rPr>
          <w:t>https://zakazky.spravazeleznic.cz/</w:t>
        </w:r>
      </w:hyperlink>
      <w:r w:rsidRPr="00A717AC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FAD8C7C" w14:textId="4EBF7F56" w:rsidR="00A717AC" w:rsidRDefault="00A717A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384EB06" w14:textId="442A1606" w:rsidR="00142EDC" w:rsidRDefault="00142ED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Přílohy:</w:t>
      </w:r>
    </w:p>
    <w:p w14:paraId="0D7F17DD" w14:textId="71B17CE1" w:rsidR="00142EDC" w:rsidRPr="00A717AC" w:rsidRDefault="006B7BF7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7BF7">
        <w:rPr>
          <w:rFonts w:eastAsia="Calibri" w:cs="Times New Roman"/>
          <w:lang w:eastAsia="cs-CZ"/>
        </w:rPr>
        <w:t xml:space="preserve">Rekapitulace ceny díla + Soupisy prací + Všeobecný objekt_14.5.2021 </w:t>
      </w:r>
      <w:r w:rsidR="00641F77">
        <w:rPr>
          <w:rFonts w:eastAsia="Calibri" w:cs="Times New Roman"/>
          <w:lang w:eastAsia="cs-CZ"/>
        </w:rPr>
        <w:t>- oprava</w:t>
      </w:r>
    </w:p>
    <w:p w14:paraId="2B7AF51A" w14:textId="77777777" w:rsidR="00142EDC" w:rsidRDefault="00142ED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D255CB1" w14:textId="77777777" w:rsidR="00067AD6" w:rsidRDefault="00067AD6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FF31FCE" w14:textId="424005A5" w:rsidR="00A717AC" w:rsidRPr="00CB7B5A" w:rsidRDefault="00A717A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7D17E27F" w14:textId="039D645E" w:rsidR="00A717AC" w:rsidRDefault="00A717A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AC2E2B4" w14:textId="44084E92" w:rsidR="00142EDC" w:rsidRDefault="00142ED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DBB1C7F" w14:textId="77777777" w:rsidR="00067AD6" w:rsidRDefault="00067AD6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76CCC69" w14:textId="77777777" w:rsidR="00142EDC" w:rsidRDefault="00142ED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33267B2" w14:textId="77777777" w:rsidR="003A752D" w:rsidRDefault="003A752D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9E26CB1" w14:textId="0048866D" w:rsidR="00A717AC" w:rsidRDefault="00A717A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959A72F" w14:textId="77777777" w:rsidR="00A717AC" w:rsidRPr="00CB7B5A" w:rsidRDefault="00A717AC" w:rsidP="00A717AC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D1FE598" w14:textId="77777777" w:rsidR="00A717AC" w:rsidRPr="00CB7B5A" w:rsidRDefault="00A717AC" w:rsidP="00A717AC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3BB7C997" w14:textId="77777777" w:rsidR="00A717AC" w:rsidRPr="00CB7B5A" w:rsidRDefault="00A717AC" w:rsidP="00A717AC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14BD89BD" w14:textId="77777777" w:rsidR="00A717AC" w:rsidRPr="00CB7B5A" w:rsidRDefault="00A717AC" w:rsidP="00A717AC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1699AFBD" w14:textId="54720DC1" w:rsidR="00A717AC" w:rsidRPr="00CB7B5A" w:rsidRDefault="00A717AC" w:rsidP="00A717AC">
      <w:pPr>
        <w:spacing w:after="0" w:line="240" w:lineRule="auto"/>
        <w:ind w:firstLine="1"/>
        <w:rPr>
          <w:rFonts w:eastAsia="Times New Roman" w:cs="Times New Roman"/>
          <w:b/>
          <w:color w:val="FF0000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A717AC" w:rsidRPr="00CB7B5A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F57FF5" w14:textId="77777777" w:rsidR="008030A8" w:rsidRDefault="008030A8" w:rsidP="00962258">
      <w:pPr>
        <w:spacing w:after="0" w:line="240" w:lineRule="auto"/>
      </w:pPr>
      <w:r>
        <w:separator/>
      </w:r>
    </w:p>
  </w:endnote>
  <w:endnote w:type="continuationSeparator" w:id="0">
    <w:p w14:paraId="42C17ABF" w14:textId="77777777" w:rsidR="008030A8" w:rsidRDefault="008030A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D0672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2D0874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168E58" w14:textId="47D40CC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B7B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B7B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5F9B9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E1A11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FEEAF85" w14:textId="77777777" w:rsidR="00F1715C" w:rsidRDefault="00F1715C" w:rsidP="00D831A3">
          <w:pPr>
            <w:pStyle w:val="Zpat"/>
          </w:pPr>
        </w:p>
      </w:tc>
    </w:tr>
  </w:tbl>
  <w:p w14:paraId="14E2F30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62188F5" wp14:editId="4F8FC1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10C38B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00E795" wp14:editId="12C1232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FE6698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70759DF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9C7B66" w14:textId="2BDF1BE6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F688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F688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36BAD2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60A9CEB2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D6B7CA5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4F99BB0E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57A9DE54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2AC318FB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A20E35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7907C37E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9E3BA7A" w14:textId="77777777" w:rsidR="00490C88" w:rsidRDefault="00490C88" w:rsidP="00331004">
          <w:pPr>
            <w:pStyle w:val="Zpat"/>
          </w:pPr>
        </w:p>
      </w:tc>
    </w:tr>
  </w:tbl>
  <w:p w14:paraId="6B3A80D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ECFAAE9" wp14:editId="4FDC58D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AEBFD57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349837A" wp14:editId="4645C8D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91D21D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E6DD69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C6DCB" w14:textId="77777777" w:rsidR="008030A8" w:rsidRDefault="008030A8" w:rsidP="00962258">
      <w:pPr>
        <w:spacing w:after="0" w:line="240" w:lineRule="auto"/>
      </w:pPr>
      <w:r>
        <w:separator/>
      </w:r>
    </w:p>
  </w:footnote>
  <w:footnote w:type="continuationSeparator" w:id="0">
    <w:p w14:paraId="2D67CACB" w14:textId="77777777" w:rsidR="008030A8" w:rsidRDefault="008030A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847C63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8D9439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A9F67B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5AA8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0F5981C" w14:textId="77777777" w:rsidR="00F1715C" w:rsidRPr="00D6163D" w:rsidRDefault="00F1715C" w:rsidP="00D6163D">
          <w:pPr>
            <w:pStyle w:val="Druhdokumentu"/>
          </w:pPr>
        </w:p>
      </w:tc>
    </w:tr>
  </w:tbl>
  <w:p w14:paraId="5201B98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1B46B86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402E1D0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166EA22E" wp14:editId="2D5080B9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9DCEFD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A1AA55C" w14:textId="77777777" w:rsidR="00F3199A" w:rsidRPr="00D6163D" w:rsidRDefault="00F3199A" w:rsidP="00FC6389">
          <w:pPr>
            <w:pStyle w:val="Druhdokumentu"/>
          </w:pPr>
        </w:p>
      </w:tc>
    </w:tr>
    <w:tr w:rsidR="00F3199A" w14:paraId="374FE542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31C21AE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04671406" wp14:editId="0177E35B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44CBC7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4A7AA6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0F1ADC3D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F59BDDF" wp14:editId="60D60D7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50B94283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147FB9A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17DF1"/>
    <w:rsid w:val="00023569"/>
    <w:rsid w:val="00024C6B"/>
    <w:rsid w:val="00033432"/>
    <w:rsid w:val="000335CC"/>
    <w:rsid w:val="00067AD6"/>
    <w:rsid w:val="00072C1E"/>
    <w:rsid w:val="00080D73"/>
    <w:rsid w:val="000B1153"/>
    <w:rsid w:val="000B6C7E"/>
    <w:rsid w:val="000B7907"/>
    <w:rsid w:val="000C0429"/>
    <w:rsid w:val="000C45E8"/>
    <w:rsid w:val="00114472"/>
    <w:rsid w:val="00142EDC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603DD"/>
    <w:rsid w:val="0037111D"/>
    <w:rsid w:val="003956C6"/>
    <w:rsid w:val="003A752D"/>
    <w:rsid w:val="003C5BE7"/>
    <w:rsid w:val="003C79C9"/>
    <w:rsid w:val="003E6B9A"/>
    <w:rsid w:val="003E75CE"/>
    <w:rsid w:val="0041380F"/>
    <w:rsid w:val="00445C5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32671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03927"/>
    <w:rsid w:val="006104F6"/>
    <w:rsid w:val="0061068E"/>
    <w:rsid w:val="00641F77"/>
    <w:rsid w:val="00660AD3"/>
    <w:rsid w:val="006A5570"/>
    <w:rsid w:val="006A689C"/>
    <w:rsid w:val="006B3D79"/>
    <w:rsid w:val="006B7BF7"/>
    <w:rsid w:val="006E0578"/>
    <w:rsid w:val="006E314D"/>
    <w:rsid w:val="006E7F06"/>
    <w:rsid w:val="00707E1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7F7085"/>
    <w:rsid w:val="008030A8"/>
    <w:rsid w:val="00807DD0"/>
    <w:rsid w:val="00813F11"/>
    <w:rsid w:val="00891334"/>
    <w:rsid w:val="008A14C0"/>
    <w:rsid w:val="008A3568"/>
    <w:rsid w:val="008B2B5A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1D15"/>
    <w:rsid w:val="009B24D8"/>
    <w:rsid w:val="009B2E97"/>
    <w:rsid w:val="009B72CC"/>
    <w:rsid w:val="009E07F4"/>
    <w:rsid w:val="009F392E"/>
    <w:rsid w:val="00A44328"/>
    <w:rsid w:val="00A6177B"/>
    <w:rsid w:val="00A66136"/>
    <w:rsid w:val="00A717AC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BF6882"/>
    <w:rsid w:val="00C02D0A"/>
    <w:rsid w:val="00C03A6E"/>
    <w:rsid w:val="00C30759"/>
    <w:rsid w:val="00C44F6A"/>
    <w:rsid w:val="00C727E5"/>
    <w:rsid w:val="00C8207D"/>
    <w:rsid w:val="00CB2305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65A1C"/>
    <w:rsid w:val="00D831A3"/>
    <w:rsid w:val="00D902AD"/>
    <w:rsid w:val="00D97E46"/>
    <w:rsid w:val="00DA6FFE"/>
    <w:rsid w:val="00DC3110"/>
    <w:rsid w:val="00DD46F3"/>
    <w:rsid w:val="00DD58A6"/>
    <w:rsid w:val="00DE56F2"/>
    <w:rsid w:val="00DF116D"/>
    <w:rsid w:val="00E824F1"/>
    <w:rsid w:val="00EB104F"/>
    <w:rsid w:val="00EC3646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679F0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CCCF0F"/>
  <w14:defaultImageDpi w14:val="32767"/>
  <w15:docId w15:val="{1B10EEAF-E1BB-4F49-82F0-D0026557D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BB629-802E-4752-B9AA-F2359B661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54</TotalTime>
  <Pages>1</Pages>
  <Words>208</Words>
  <Characters>1231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21</cp:revision>
  <cp:lastPrinted>2019-02-22T13:28:00Z</cp:lastPrinted>
  <dcterms:created xsi:type="dcterms:W3CDTF">2021-05-07T10:58:00Z</dcterms:created>
  <dcterms:modified xsi:type="dcterms:W3CDTF">2021-05-14T10:57:00Z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